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2A9A506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A08D1">
        <w:rPr>
          <w:rFonts w:ascii="Corbel" w:hAnsi="Corbel"/>
          <w:b/>
          <w:i/>
          <w:smallCaps/>
          <w:sz w:val="24"/>
          <w:szCs w:val="24"/>
        </w:rPr>
        <w:t>2022-2025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4108E686" w:rsidR="0085747A" w:rsidRDefault="00445970" w:rsidP="00932C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F60D3">
        <w:rPr>
          <w:rFonts w:ascii="Corbel" w:hAnsi="Corbel"/>
          <w:sz w:val="20"/>
          <w:szCs w:val="20"/>
        </w:rPr>
        <w:t>202</w:t>
      </w:r>
      <w:r w:rsidR="00AA08D1">
        <w:rPr>
          <w:rFonts w:ascii="Corbel" w:hAnsi="Corbel"/>
          <w:sz w:val="20"/>
          <w:szCs w:val="20"/>
        </w:rPr>
        <w:t>2</w:t>
      </w:r>
      <w:r w:rsidR="007F60D3">
        <w:rPr>
          <w:rFonts w:ascii="Corbel" w:hAnsi="Corbel"/>
          <w:sz w:val="20"/>
          <w:szCs w:val="20"/>
        </w:rPr>
        <w:t>/202</w:t>
      </w:r>
      <w:r w:rsidR="00AA08D1">
        <w:rPr>
          <w:rFonts w:ascii="Corbel" w:hAnsi="Corbel"/>
          <w:sz w:val="20"/>
          <w:szCs w:val="20"/>
        </w:rPr>
        <w:t>3</w:t>
      </w:r>
      <w:r w:rsidR="00932C9C">
        <w:rPr>
          <w:rFonts w:ascii="Corbel" w:hAnsi="Corbel"/>
          <w:sz w:val="20"/>
          <w:szCs w:val="20"/>
        </w:rPr>
        <w:t xml:space="preserve">, </w:t>
      </w:r>
      <w:r w:rsidR="007F60D3">
        <w:rPr>
          <w:rFonts w:ascii="Corbel" w:hAnsi="Corbel"/>
          <w:sz w:val="20"/>
          <w:szCs w:val="20"/>
        </w:rPr>
        <w:t>20</w:t>
      </w:r>
      <w:r w:rsidR="009C3D56">
        <w:rPr>
          <w:rFonts w:ascii="Corbel" w:hAnsi="Corbel"/>
          <w:sz w:val="20"/>
          <w:szCs w:val="20"/>
        </w:rPr>
        <w:t>2</w:t>
      </w:r>
      <w:r w:rsidR="00AA08D1">
        <w:rPr>
          <w:rFonts w:ascii="Corbel" w:hAnsi="Corbel"/>
          <w:sz w:val="20"/>
          <w:szCs w:val="20"/>
        </w:rPr>
        <w:t>3</w:t>
      </w:r>
      <w:r w:rsidR="007F60D3">
        <w:rPr>
          <w:rFonts w:ascii="Corbel" w:hAnsi="Corbel"/>
          <w:sz w:val="20"/>
          <w:szCs w:val="20"/>
        </w:rPr>
        <w:t>/202</w:t>
      </w:r>
      <w:r w:rsidR="00AA08D1">
        <w:rPr>
          <w:rFonts w:ascii="Corbel" w:hAnsi="Corbel"/>
          <w:sz w:val="20"/>
          <w:szCs w:val="20"/>
        </w:rPr>
        <w:t>4</w:t>
      </w:r>
    </w:p>
    <w:p w14:paraId="494DCBB7" w14:textId="77777777" w:rsidR="00932C9C" w:rsidRPr="009C54AE" w:rsidRDefault="00932C9C" w:rsidP="00932C9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7CD8523F" w:rsidR="0085747A" w:rsidRPr="009C54AE" w:rsidRDefault="00E066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</w:t>
            </w:r>
            <w:r w:rsidR="00BE292B">
              <w:rPr>
                <w:rFonts w:ascii="Corbel" w:hAnsi="Corbel"/>
                <w:b w:val="0"/>
                <w:sz w:val="24"/>
                <w:szCs w:val="24"/>
              </w:rPr>
              <w:t xml:space="preserve">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159AB1FA" w:rsidR="0085747A" w:rsidRPr="009C54AE" w:rsidRDefault="00CE18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Studium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4A463EEA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7EEBD325" w:rsidR="0085747A" w:rsidRPr="009C54AE" w:rsidRDefault="00254E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0B507B1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  <w:bookmarkStart w:id="0" w:name="_GoBack"/>
            <w:bookmarkEnd w:id="0"/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2A2DAF20" w:rsidR="0085747A" w:rsidRPr="009C54AE" w:rsidRDefault="00254E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4EE0">
              <w:rPr>
                <w:rFonts w:ascii="Corbel" w:hAnsi="Corbel"/>
                <w:b w:val="0"/>
                <w:sz w:val="24"/>
                <w:szCs w:val="24"/>
              </w:rPr>
              <w:t>Rok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1D6F584C" w:rsidR="0085747A" w:rsidRPr="009C54AE" w:rsidRDefault="00254E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ogólne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42A6991B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1C7AE81F" w:rsidR="00015B8F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5639E3BD" w:rsidR="00015B8F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315FA15F" w:rsidR="00015B8F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1504" w:rsidRPr="009C54AE" w14:paraId="19685A00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72EE" w14:textId="3227B1BF" w:rsidR="007D1504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EA2E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B8C2" w14:textId="64310574" w:rsidR="007D1504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C059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CFF4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9144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BE70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9544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55F4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3C0C" w14:textId="3CBE923A" w:rsidR="007D1504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1504" w:rsidRPr="009C54AE" w14:paraId="786D6DCC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412B" w14:textId="37DAC6FA" w:rsidR="007D1504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E0D2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95BB" w14:textId="09AD58E2" w:rsidR="007D1504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FEAD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013A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C165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29CA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0C04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C2EE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F743" w14:textId="75FC974E" w:rsidR="007D1504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1504" w:rsidRPr="009C54AE" w14:paraId="32BF92EB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16A7" w14:textId="5F102F73" w:rsidR="007D1504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AEB4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0568" w14:textId="1FF920B0" w:rsidR="007D1504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54B4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42C6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876A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AD0B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8067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9721" w14:textId="77777777" w:rsidR="007D1504" w:rsidRPr="009C54AE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B12C" w14:textId="76457C2D" w:rsidR="007D1504" w:rsidRDefault="007D15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21C54" w:rsidRPr="009C54AE" w14:paraId="1D475246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5C65" w14:textId="6CED8F8A" w:rsidR="00321C54" w:rsidRDefault="00321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745E" w14:textId="77777777" w:rsidR="00321C54" w:rsidRPr="009C54AE" w:rsidRDefault="00321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26A5" w14:textId="7C775949" w:rsidR="00321C54" w:rsidRDefault="00321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6262" w14:textId="77777777" w:rsidR="00321C54" w:rsidRPr="009C54AE" w:rsidRDefault="00321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064B" w14:textId="77777777" w:rsidR="00321C54" w:rsidRPr="009C54AE" w:rsidRDefault="00321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4A07" w14:textId="77777777" w:rsidR="00321C54" w:rsidRPr="009C54AE" w:rsidRDefault="00321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E620" w14:textId="77777777" w:rsidR="00321C54" w:rsidRPr="009C54AE" w:rsidRDefault="00321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55EF" w14:textId="77777777" w:rsidR="00321C54" w:rsidRPr="009C54AE" w:rsidRDefault="00321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7269" w14:textId="77777777" w:rsidR="00321C54" w:rsidRPr="009C54AE" w:rsidRDefault="00321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1603" w14:textId="09A94726" w:rsidR="00321C54" w:rsidRDefault="00321C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190BB0B0" w:rsidR="009C54AE" w:rsidRDefault="003075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1EABA1AF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Znajomość języka na poziomie B1+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51432FF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A82E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2E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A82E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A82E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A82E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A82E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A82E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A82E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A82E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2E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A82E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2E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A82E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B947A9D" w:rsidR="00121A87" w:rsidRPr="00A82E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2E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A82E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2E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F12479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7564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F12479">
        <w:tc>
          <w:tcPr>
            <w:tcW w:w="1681" w:type="dxa"/>
          </w:tcPr>
          <w:p w14:paraId="23DBA0D5" w14:textId="77777777" w:rsidR="0085747A" w:rsidRPr="00F124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47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1247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FAA0AA2" w14:textId="2DA37C51" w:rsidR="00DC5E03" w:rsidRDefault="00DC5E03" w:rsidP="00BE44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wypowie się w formie pisemnej </w:t>
            </w:r>
          </w:p>
          <w:p w14:paraId="3BB5DE1A" w14:textId="255774F2" w:rsidR="00797728" w:rsidRPr="00F12479" w:rsidRDefault="003A3059" w:rsidP="00BE44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3059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języku </w:t>
            </w:r>
            <w:r w:rsidR="009E169B">
              <w:rPr>
                <w:rFonts w:ascii="Corbel" w:hAnsi="Corbel"/>
                <w:b w:val="0"/>
                <w:smallCaps w:val="0"/>
                <w:szCs w:val="24"/>
              </w:rPr>
              <w:t>angielskim</w:t>
            </w:r>
            <w:r w:rsidRPr="003A3059">
              <w:rPr>
                <w:rFonts w:ascii="Corbel" w:hAnsi="Corbel"/>
                <w:b w:val="0"/>
                <w:smallCaps w:val="0"/>
                <w:szCs w:val="24"/>
              </w:rPr>
              <w:t xml:space="preserve"> w zakresie specjalistycznych </w:t>
            </w:r>
            <w:r w:rsidR="009E169B">
              <w:rPr>
                <w:rFonts w:ascii="Corbel" w:hAnsi="Corbel"/>
                <w:b w:val="0"/>
                <w:smallCaps w:val="0"/>
                <w:szCs w:val="24"/>
              </w:rPr>
              <w:t xml:space="preserve">tekstów oraz </w:t>
            </w:r>
            <w:r w:rsidRPr="003A3059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="00EE4CA9">
              <w:rPr>
                <w:rFonts w:ascii="Corbel" w:hAnsi="Corbel"/>
                <w:b w:val="0"/>
                <w:smallCaps w:val="0"/>
                <w:szCs w:val="24"/>
              </w:rPr>
              <w:t xml:space="preserve"> / referatów</w:t>
            </w:r>
            <w:r w:rsidRPr="003A3059">
              <w:rPr>
                <w:rFonts w:ascii="Corbel" w:hAnsi="Corbel"/>
                <w:b w:val="0"/>
                <w:smallCaps w:val="0"/>
                <w:szCs w:val="24"/>
              </w:rPr>
              <w:t xml:space="preserve"> pracy z rodziną.</w:t>
            </w:r>
          </w:p>
        </w:tc>
        <w:tc>
          <w:tcPr>
            <w:tcW w:w="1865" w:type="dxa"/>
          </w:tcPr>
          <w:p w14:paraId="23ACAAC9" w14:textId="77777777" w:rsidR="00921607" w:rsidRDefault="009216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01653B9D" w:rsidR="0085747A" w:rsidRPr="00F12479" w:rsidRDefault="00F124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479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9A466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54389C0A" w14:textId="77777777" w:rsidTr="00F12479">
        <w:tc>
          <w:tcPr>
            <w:tcW w:w="1681" w:type="dxa"/>
          </w:tcPr>
          <w:p w14:paraId="6FA4B26E" w14:textId="77777777" w:rsidR="0085747A" w:rsidRPr="00F124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47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C5E0D5D" w14:textId="272E2B20" w:rsidR="00921607" w:rsidRPr="00F12479" w:rsidRDefault="00DC5E03" w:rsidP="00A82E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B1FEB">
              <w:rPr>
                <w:rFonts w:ascii="Corbel" w:hAnsi="Corbel"/>
                <w:b w:val="0"/>
                <w:smallCaps w:val="0"/>
                <w:szCs w:val="24"/>
              </w:rPr>
              <w:t xml:space="preserve">zrozumie tekst specjalistyczny z zakresu tematyki o rodzinie, zastosuje specjalistyczne słownictwo </w:t>
            </w:r>
            <w:r w:rsidR="0092160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1B1FEB">
              <w:rPr>
                <w:rFonts w:ascii="Corbel" w:hAnsi="Corbel"/>
                <w:b w:val="0"/>
                <w:smallCaps w:val="0"/>
                <w:szCs w:val="24"/>
              </w:rPr>
              <w:t>w odpowiednim zakresie</w:t>
            </w:r>
            <w:r w:rsidR="001B1FEB" w:rsidRPr="001B1FE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B1FEB">
              <w:rPr>
                <w:rFonts w:ascii="Corbel" w:hAnsi="Corbel"/>
                <w:b w:val="0"/>
                <w:smallCaps w:val="0"/>
                <w:szCs w:val="24"/>
              </w:rPr>
              <w:t>wypowie się</w:t>
            </w:r>
            <w:r w:rsidR="001B1FEB">
              <w:rPr>
                <w:rFonts w:ascii="Corbel" w:hAnsi="Corbel"/>
                <w:b w:val="0"/>
                <w:smallCaps w:val="0"/>
                <w:szCs w:val="24"/>
              </w:rPr>
              <w:t xml:space="preserve"> w formie werbalnej i pisemnej</w:t>
            </w:r>
            <w:r w:rsidRPr="001B1FEB">
              <w:rPr>
                <w:rFonts w:ascii="Corbel" w:hAnsi="Corbel"/>
                <w:b w:val="0"/>
                <w:smallCaps w:val="0"/>
                <w:szCs w:val="24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C5E03">
              <w:rPr>
                <w:rFonts w:ascii="Corbel" w:hAnsi="Corbel"/>
                <w:b w:val="0"/>
                <w:smallCaps w:val="0"/>
                <w:szCs w:val="24"/>
              </w:rPr>
              <w:t>wybrane tematy</w:t>
            </w:r>
            <w:r w:rsidR="000749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1FEB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0749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4915" w:rsidRPr="001B1FEB">
              <w:rPr>
                <w:rFonts w:ascii="Corbel" w:hAnsi="Corbel"/>
                <w:b w:val="0"/>
                <w:smallCaps w:val="0"/>
                <w:szCs w:val="24"/>
              </w:rPr>
              <w:t>przygotuje</w:t>
            </w:r>
            <w:r w:rsidR="00074915">
              <w:rPr>
                <w:rFonts w:ascii="Corbel" w:hAnsi="Corbel"/>
                <w:b w:val="0"/>
                <w:smallCaps w:val="0"/>
                <w:szCs w:val="24"/>
              </w:rPr>
              <w:t xml:space="preserve"> wystąpienie</w:t>
            </w:r>
            <w:r w:rsidRPr="00DC5E03">
              <w:rPr>
                <w:rFonts w:ascii="Corbel" w:hAnsi="Corbel"/>
                <w:b w:val="0"/>
                <w:smallCaps w:val="0"/>
                <w:szCs w:val="24"/>
              </w:rPr>
              <w:t xml:space="preserve"> związane z funkcjonowaniem rodziny w różnorodnych obszarach</w:t>
            </w:r>
            <w:r w:rsidR="00074915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3A3059" w:rsidRPr="003A3059">
              <w:rPr>
                <w:rFonts w:ascii="Corbel" w:hAnsi="Corbel"/>
                <w:b w:val="0"/>
                <w:smallCaps w:val="0"/>
                <w:szCs w:val="24"/>
              </w:rPr>
              <w:t>osługuj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ąc się poprawnie</w:t>
            </w:r>
            <w:r w:rsidR="003A3059" w:rsidRPr="003A3059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 w języku </w:t>
            </w:r>
            <w:r w:rsidR="00921607">
              <w:rPr>
                <w:rFonts w:ascii="Corbel" w:hAnsi="Corbel"/>
                <w:b w:val="0"/>
                <w:smallCaps w:val="0"/>
                <w:szCs w:val="24"/>
              </w:rPr>
              <w:t>angielskim</w:t>
            </w:r>
            <w:r w:rsidR="003A3059" w:rsidRPr="003A3059">
              <w:rPr>
                <w:rFonts w:ascii="Corbel" w:hAnsi="Corbel"/>
                <w:b w:val="0"/>
                <w:smallCaps w:val="0"/>
                <w:szCs w:val="24"/>
              </w:rPr>
              <w:t xml:space="preserve"> na poziomie B2 Europejskiego Systemu Opisu Kształcenia Językowego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A3059" w:rsidRPr="003A30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C63828" w14:textId="77777777" w:rsidR="00921607" w:rsidRDefault="009216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3E72F24D" w:rsidR="0085747A" w:rsidRPr="00F12479" w:rsidRDefault="00F124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479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9A466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A3059" w:rsidRPr="009C54AE" w14:paraId="0AB88413" w14:textId="77777777" w:rsidTr="00F12479">
        <w:tc>
          <w:tcPr>
            <w:tcW w:w="1681" w:type="dxa"/>
          </w:tcPr>
          <w:p w14:paraId="3CD4D5C2" w14:textId="7D641F71" w:rsidR="003A3059" w:rsidRPr="00F12479" w:rsidRDefault="003A30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C1937A9" w14:textId="1AA0C2DE" w:rsidR="00797728" w:rsidRPr="003A3059" w:rsidRDefault="00DC5E03" w:rsidP="00BE44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dokona </w:t>
            </w:r>
            <w:r w:rsidR="003A3059" w:rsidRPr="003A3059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3A305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A3059" w:rsidRPr="003A3059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9E169B">
              <w:rPr>
                <w:rFonts w:ascii="Corbel" w:hAnsi="Corbel"/>
                <w:b w:val="0"/>
                <w:smallCaps w:val="0"/>
                <w:szCs w:val="24"/>
              </w:rPr>
              <w:t xml:space="preserve"> w zakresie języka angielskiego z terminologią specjalistyczną</w:t>
            </w:r>
            <w:r w:rsidR="003A3059" w:rsidRPr="003A30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C0BDEE7" w14:textId="77777777" w:rsidR="00921607" w:rsidRDefault="009216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793378" w14:textId="76007EC2" w:rsidR="003A3059" w:rsidRPr="00F12479" w:rsidRDefault="003A30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332209" w14:textId="77777777" w:rsidR="00797728" w:rsidRDefault="0079772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B500B9" w14:textId="77777777" w:rsidR="00797728" w:rsidRDefault="0079772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F17710" w14:textId="77777777" w:rsidR="00797728" w:rsidRDefault="0079772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2E99B24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46364C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46364C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06B467BD" w14:textId="77777777" w:rsidR="008574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387A36C3" w14:textId="0871897E" w:rsidR="00797728" w:rsidRPr="009C54AE" w:rsidRDefault="0079772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16F6B" w:rsidRPr="009C54AE" w14:paraId="3417A695" w14:textId="77777777" w:rsidTr="00B80F4C">
        <w:tc>
          <w:tcPr>
            <w:tcW w:w="9520" w:type="dxa"/>
          </w:tcPr>
          <w:p w14:paraId="126126BC" w14:textId="166859E8" w:rsidR="00816F6B" w:rsidRPr="00816F6B" w:rsidRDefault="00254EE0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</w:t>
            </w:r>
            <w:r>
              <w:rPr>
                <w:rFonts w:ascii="Corbel" w:hAnsi="Corbel"/>
                <w:sz w:val="24"/>
                <w:szCs w:val="24"/>
              </w:rPr>
              <w:t>nauk o rodzinie</w:t>
            </w:r>
            <w:r w:rsidRPr="00C72E4D">
              <w:rPr>
                <w:rFonts w:ascii="Corbel" w:hAnsi="Corbel"/>
                <w:sz w:val="24"/>
                <w:szCs w:val="24"/>
              </w:rPr>
              <w:t>.  Relacjonowanie z elementami dyskusji; typowe zwroty i wyrażenia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16F6B" w:rsidRPr="009C54AE" w14:paraId="620975D4" w14:textId="77777777" w:rsidTr="00B80F4C">
        <w:tc>
          <w:tcPr>
            <w:tcW w:w="9520" w:type="dxa"/>
          </w:tcPr>
          <w:p w14:paraId="0A5E6305" w14:textId="24608E99" w:rsidR="00816F6B" w:rsidRPr="00816F6B" w:rsidRDefault="00816F6B" w:rsidP="00A82E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Pochodzenie i relacje rodzinne.</w:t>
            </w:r>
            <w:r w:rsidR="00254EE0">
              <w:rPr>
                <w:rFonts w:ascii="Corbel" w:hAnsi="Corbel"/>
                <w:sz w:val="24"/>
                <w:szCs w:val="24"/>
              </w:rPr>
              <w:t xml:space="preserve"> </w:t>
            </w:r>
            <w:r w:rsidR="00254EE0" w:rsidRPr="00254EE0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</w:tc>
      </w:tr>
      <w:tr w:rsidR="00816F6B" w:rsidRPr="009C54AE" w14:paraId="5E0313EC" w14:textId="77777777" w:rsidTr="00B80F4C">
        <w:tc>
          <w:tcPr>
            <w:tcW w:w="9520" w:type="dxa"/>
          </w:tcPr>
          <w:p w14:paraId="1FFA3D01" w14:textId="274B5628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 xml:space="preserve">Zainteresowania, czas wolny, relacje w grupie. </w:t>
            </w:r>
            <w:r w:rsidR="00254EE0" w:rsidRPr="00254EE0">
              <w:rPr>
                <w:rFonts w:ascii="Corbel" w:hAnsi="Corbel"/>
                <w:sz w:val="24"/>
                <w:szCs w:val="24"/>
              </w:rPr>
              <w:t>Sporządzanie notatek, przygotowanie dłuższej wypowiedzi pisemnej.</w:t>
            </w:r>
          </w:p>
        </w:tc>
      </w:tr>
      <w:tr w:rsidR="00816F6B" w:rsidRPr="009C54AE" w14:paraId="7BA81422" w14:textId="77777777" w:rsidTr="00B80F4C">
        <w:tc>
          <w:tcPr>
            <w:tcW w:w="9520" w:type="dxa"/>
          </w:tcPr>
          <w:p w14:paraId="74264814" w14:textId="1034F674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Współczesne kierunki pedagogiczne. Podstawowe pojęcia współczesnej pedagogiki.</w:t>
            </w:r>
            <w:r w:rsidR="00254EE0">
              <w:rPr>
                <w:rFonts w:ascii="Corbel" w:hAnsi="Corbel"/>
                <w:sz w:val="24"/>
                <w:szCs w:val="24"/>
              </w:rPr>
              <w:t xml:space="preserve"> </w:t>
            </w:r>
            <w:r w:rsidR="00254EE0" w:rsidRPr="00254EE0">
              <w:rPr>
                <w:rFonts w:ascii="Corbel" w:hAnsi="Corbel"/>
                <w:sz w:val="24"/>
                <w:szCs w:val="24"/>
              </w:rPr>
              <w:t>Praca z tekstem oryginalnym; translacja</w:t>
            </w:r>
            <w:r w:rsidR="00254E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16F6B" w:rsidRPr="009C54AE" w14:paraId="62943677" w14:textId="77777777" w:rsidTr="00B80F4C">
        <w:tc>
          <w:tcPr>
            <w:tcW w:w="9520" w:type="dxa"/>
          </w:tcPr>
          <w:p w14:paraId="39934A3F" w14:textId="5ADF8346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Problemy współczesnej pedagogiki.</w:t>
            </w:r>
            <w:r w:rsidR="00254EE0">
              <w:rPr>
                <w:rFonts w:ascii="Corbel" w:hAnsi="Corbel"/>
                <w:sz w:val="24"/>
                <w:szCs w:val="24"/>
              </w:rPr>
              <w:t xml:space="preserve"> </w:t>
            </w:r>
            <w:r w:rsidR="00254EE0" w:rsidRPr="00254EE0">
              <w:rPr>
                <w:rFonts w:ascii="Corbel" w:hAnsi="Corbel"/>
                <w:sz w:val="24"/>
                <w:szCs w:val="24"/>
              </w:rPr>
              <w:t>Projekt indywidualny studentów na wybrany temat</w:t>
            </w:r>
            <w:r w:rsidR="00254EE0">
              <w:rPr>
                <w:rFonts w:ascii="Corbel" w:hAnsi="Corbel"/>
                <w:sz w:val="24"/>
                <w:szCs w:val="24"/>
              </w:rPr>
              <w:t xml:space="preserve"> </w:t>
            </w:r>
            <w:r w:rsidR="00254EE0" w:rsidRPr="00254EE0">
              <w:rPr>
                <w:rFonts w:ascii="Corbel" w:hAnsi="Corbel"/>
                <w:sz w:val="24"/>
                <w:szCs w:val="24"/>
              </w:rPr>
              <w:t>(np. Uzależnienia, Problemy współczesnej rodziny, Ochrona środowiska naturalnego).</w:t>
            </w:r>
          </w:p>
        </w:tc>
      </w:tr>
      <w:tr w:rsidR="00816F6B" w:rsidRPr="009C54AE" w14:paraId="481225AB" w14:textId="77777777" w:rsidTr="00B80F4C">
        <w:tc>
          <w:tcPr>
            <w:tcW w:w="9520" w:type="dxa"/>
          </w:tcPr>
          <w:p w14:paraId="2DDC0D16" w14:textId="77777777" w:rsidR="00254EE0" w:rsidRPr="00C72E4D" w:rsidRDefault="00254EE0" w:rsidP="00254E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Pedagogika:</w:t>
            </w:r>
          </w:p>
          <w:p w14:paraId="6DEEDC48" w14:textId="77777777" w:rsidR="00254EE0" w:rsidRDefault="00254EE0" w:rsidP="00254E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 nauka zajmująca się wychowaniem i kształceniem oraz teoria wychowania. </w:t>
            </w:r>
          </w:p>
          <w:p w14:paraId="21B8C2B4" w14:textId="7F85A772" w:rsidR="00816F6B" w:rsidRPr="00816F6B" w:rsidRDefault="00254EE0" w:rsidP="00254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16F6B" w:rsidRPr="009C54AE" w14:paraId="291A6AC5" w14:textId="77777777" w:rsidTr="00B80F4C">
        <w:tc>
          <w:tcPr>
            <w:tcW w:w="9520" w:type="dxa"/>
          </w:tcPr>
          <w:p w14:paraId="440258EE" w14:textId="4BBC0B0A" w:rsidR="00254EE0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Psychologia rodziny. Kształtowanie osobowości człowieka w środowisku rodzinnym, problemy młodych ludzi.</w:t>
            </w:r>
            <w:r w:rsidR="0042624A">
              <w:t xml:space="preserve"> </w:t>
            </w:r>
            <w:r w:rsidR="0042624A" w:rsidRPr="0042624A">
              <w:rPr>
                <w:rFonts w:ascii="Corbel" w:hAnsi="Corbel"/>
                <w:sz w:val="24"/>
                <w:szCs w:val="24"/>
              </w:rPr>
              <w:t>Dyskusja na forum grupy.</w:t>
            </w:r>
          </w:p>
        </w:tc>
      </w:tr>
      <w:tr w:rsidR="00816F6B" w:rsidRPr="009C54AE" w14:paraId="23FE186C" w14:textId="77777777" w:rsidTr="00B80F4C">
        <w:tc>
          <w:tcPr>
            <w:tcW w:w="9520" w:type="dxa"/>
          </w:tcPr>
          <w:p w14:paraId="1123C30A" w14:textId="08006D15" w:rsidR="0042624A" w:rsidRPr="00816F6B" w:rsidRDefault="00816F6B" w:rsidP="004262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 xml:space="preserve">Pomoc rodzinie, asystent rodziny. </w:t>
            </w:r>
            <w:r w:rsidR="0042624A" w:rsidRPr="0042624A">
              <w:rPr>
                <w:rFonts w:ascii="Corbel" w:hAnsi="Corbel"/>
                <w:sz w:val="24"/>
                <w:szCs w:val="24"/>
              </w:rPr>
              <w:t>Praca z tekstem oryginalnym z elementami dyskusji.</w:t>
            </w:r>
          </w:p>
        </w:tc>
      </w:tr>
      <w:tr w:rsidR="00816F6B" w:rsidRPr="009C54AE" w14:paraId="1D0D24E1" w14:textId="77777777" w:rsidTr="00B80F4C">
        <w:tc>
          <w:tcPr>
            <w:tcW w:w="9520" w:type="dxa"/>
          </w:tcPr>
          <w:p w14:paraId="032E29FB" w14:textId="13656811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Reklama. Cechy dobrej reklamy, socjotechniki sprzedaży, tworzenie kampanii społecznej.</w:t>
            </w:r>
            <w:r w:rsidR="0042624A">
              <w:t xml:space="preserve"> </w:t>
            </w:r>
            <w:r w:rsidR="0042624A" w:rsidRPr="0042624A">
              <w:rPr>
                <w:rFonts w:ascii="Corbel" w:hAnsi="Corbel"/>
                <w:sz w:val="24"/>
                <w:szCs w:val="24"/>
              </w:rPr>
              <w:t>Przykłady – projekt indywidualny studentów.</w:t>
            </w:r>
          </w:p>
        </w:tc>
      </w:tr>
      <w:tr w:rsidR="00816F6B" w:rsidRPr="009C54AE" w14:paraId="0985D7DE" w14:textId="77777777" w:rsidTr="00B80F4C">
        <w:tc>
          <w:tcPr>
            <w:tcW w:w="9520" w:type="dxa"/>
          </w:tcPr>
          <w:p w14:paraId="05402987" w14:textId="0498CFEF" w:rsidR="00816F6B" w:rsidRPr="00816F6B" w:rsidRDefault="00816F6B" w:rsidP="00426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Prasa, telewizja, media elektroniczne. Zasady korzystania z mediów, wywiady ze znanymi osobistościami.</w:t>
            </w:r>
            <w:r w:rsidR="0042624A">
              <w:rPr>
                <w:rFonts w:ascii="Corbel" w:hAnsi="Corbel"/>
                <w:sz w:val="24"/>
                <w:szCs w:val="24"/>
              </w:rPr>
              <w:t xml:space="preserve"> D</w:t>
            </w:r>
            <w:r w:rsidR="0042624A" w:rsidRPr="00C72E4D">
              <w:rPr>
                <w:rFonts w:ascii="Corbel" w:hAnsi="Corbel"/>
                <w:sz w:val="24"/>
                <w:szCs w:val="24"/>
              </w:rPr>
              <w:t xml:space="preserve">efinicje i przykłady. Praca nad tekstem oryginalnym; </w:t>
            </w:r>
            <w:r w:rsidR="0042624A">
              <w:rPr>
                <w:rFonts w:ascii="Corbel" w:hAnsi="Corbel"/>
                <w:sz w:val="24"/>
                <w:szCs w:val="24"/>
              </w:rPr>
              <w:t xml:space="preserve">przygotowanie wypowiedzi pisemnej. </w:t>
            </w:r>
          </w:p>
        </w:tc>
      </w:tr>
      <w:tr w:rsidR="00816F6B" w:rsidRPr="009C54AE" w14:paraId="00529AC8" w14:textId="77777777" w:rsidTr="00B80F4C">
        <w:tc>
          <w:tcPr>
            <w:tcW w:w="9520" w:type="dxa"/>
          </w:tcPr>
          <w:p w14:paraId="3E4BE30F" w14:textId="345618D0" w:rsidR="0042624A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Wirtualna rewolucja. Portale społecznościowe, blogi internetowe i inne środki przekazu, wpływ, możliwości i zagrożenia.</w:t>
            </w:r>
          </w:p>
        </w:tc>
      </w:tr>
      <w:tr w:rsidR="00816F6B" w:rsidRPr="009C54AE" w14:paraId="0B3DC7E6" w14:textId="77777777" w:rsidTr="00B80F4C">
        <w:tc>
          <w:tcPr>
            <w:tcW w:w="9520" w:type="dxa"/>
          </w:tcPr>
          <w:p w14:paraId="72E661AB" w14:textId="6602A5B9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 xml:space="preserve">Rozrywka. Rola telewizji i Internetu w życiu społecznym i rodzinnym. </w:t>
            </w:r>
            <w:r w:rsidR="009F220F">
              <w:rPr>
                <w:rFonts w:ascii="Corbel" w:hAnsi="Corbel"/>
                <w:sz w:val="24"/>
                <w:szCs w:val="24"/>
              </w:rPr>
              <w:t xml:space="preserve">Praca z tekstem oryginalnym i argumentowanie. </w:t>
            </w:r>
          </w:p>
        </w:tc>
      </w:tr>
      <w:tr w:rsidR="00816F6B" w:rsidRPr="009C54AE" w14:paraId="71B9361E" w14:textId="77777777" w:rsidTr="00B80F4C">
        <w:tc>
          <w:tcPr>
            <w:tcW w:w="9520" w:type="dxa"/>
          </w:tcPr>
          <w:p w14:paraId="63132D2E" w14:textId="0E9C92F6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Technologia i wynalazki. Wygląd i funkcja przedmiotu, korzyści i zagrożenia społeczne.</w:t>
            </w:r>
            <w:r w:rsidR="004775E0">
              <w:rPr>
                <w:rFonts w:ascii="Corbel" w:hAnsi="Corbel"/>
                <w:sz w:val="24"/>
                <w:szCs w:val="24"/>
              </w:rPr>
              <w:t xml:space="preserve"> </w:t>
            </w:r>
            <w:r w:rsidR="004775E0" w:rsidRPr="004775E0">
              <w:rPr>
                <w:rFonts w:ascii="Corbel" w:hAnsi="Corbel"/>
                <w:sz w:val="24"/>
                <w:szCs w:val="24"/>
              </w:rPr>
              <w:t>Argumentacja podczas dyskusji; argumentacja w wypowiedzi pisemnej</w:t>
            </w:r>
          </w:p>
        </w:tc>
      </w:tr>
      <w:tr w:rsidR="00816F6B" w:rsidRPr="009C54AE" w14:paraId="700D6BD2" w14:textId="77777777" w:rsidTr="00B80F4C">
        <w:tc>
          <w:tcPr>
            <w:tcW w:w="9520" w:type="dxa"/>
          </w:tcPr>
          <w:p w14:paraId="59F6E71F" w14:textId="27BE984C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Etapy rozwoju dziecka. Analiza rozwoju fizycznego i psychicznego. Wady i zalety etapów życia.</w:t>
            </w:r>
            <w:r w:rsidR="0042624A">
              <w:rPr>
                <w:rFonts w:ascii="Corbel" w:hAnsi="Corbel"/>
                <w:sz w:val="24"/>
                <w:szCs w:val="24"/>
              </w:rPr>
              <w:t xml:space="preserve"> Praca z tekstem oryginalnym</w:t>
            </w:r>
            <w:r w:rsidR="004775E0">
              <w:rPr>
                <w:rFonts w:ascii="Corbel" w:hAnsi="Corbel"/>
                <w:sz w:val="24"/>
                <w:szCs w:val="24"/>
              </w:rPr>
              <w:t>,</w:t>
            </w:r>
            <w:r w:rsidR="0042624A">
              <w:rPr>
                <w:rFonts w:ascii="Corbel" w:hAnsi="Corbel"/>
                <w:sz w:val="24"/>
                <w:szCs w:val="24"/>
              </w:rPr>
              <w:t xml:space="preserve"> translacja. </w:t>
            </w:r>
          </w:p>
        </w:tc>
      </w:tr>
      <w:tr w:rsidR="00816F6B" w:rsidRPr="009C54AE" w14:paraId="30F7952F" w14:textId="77777777" w:rsidTr="00B80F4C">
        <w:tc>
          <w:tcPr>
            <w:tcW w:w="9520" w:type="dxa"/>
          </w:tcPr>
          <w:p w14:paraId="15AD35D9" w14:textId="55E56689" w:rsidR="00816F6B" w:rsidRPr="00816F6B" w:rsidRDefault="00816F6B" w:rsidP="00A82E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 xml:space="preserve">Etyka we współczesnym świecie. Kod etyczny. Etyka w życiu rodzinnym. </w:t>
            </w:r>
            <w:r w:rsidR="0042624A" w:rsidRPr="00C72E4D">
              <w:rPr>
                <w:rFonts w:ascii="Corbel" w:hAnsi="Corbel"/>
                <w:sz w:val="24"/>
                <w:szCs w:val="24"/>
              </w:rPr>
              <w:t xml:space="preserve">Definicje </w:t>
            </w:r>
            <w:r w:rsidR="0042624A">
              <w:rPr>
                <w:rFonts w:ascii="Corbel" w:hAnsi="Corbel"/>
                <w:sz w:val="24"/>
                <w:szCs w:val="24"/>
              </w:rPr>
              <w:br/>
            </w:r>
            <w:r w:rsidR="0042624A" w:rsidRPr="00C72E4D">
              <w:rPr>
                <w:rFonts w:ascii="Corbel" w:hAnsi="Corbel"/>
                <w:sz w:val="24"/>
                <w:szCs w:val="24"/>
              </w:rPr>
              <w:t>i przykłady. Praca nad tekstem oryginalnym; sporządzanie notatek i streszczeń jako przygotowanie do referowania i pisania pracy dyplomowej</w:t>
            </w:r>
            <w:r w:rsidR="0042624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16F6B" w:rsidRPr="009C54AE" w14:paraId="78A0B2A4" w14:textId="77777777" w:rsidTr="00B80F4C">
        <w:tc>
          <w:tcPr>
            <w:tcW w:w="9520" w:type="dxa"/>
          </w:tcPr>
          <w:p w14:paraId="4B6B90D9" w14:textId="5C9B882F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 xml:space="preserve">Instytucje i działania charytatywne. Problemy społeczne. </w:t>
            </w:r>
            <w:r w:rsidR="004775E0" w:rsidRPr="004775E0">
              <w:rPr>
                <w:rFonts w:ascii="Corbel" w:hAnsi="Corbel"/>
                <w:sz w:val="24"/>
                <w:szCs w:val="24"/>
              </w:rPr>
              <w:t>Teksty oryginalne i możliwości translacyjne –tradycyjne i z wykorzystaniem translatorów elektronicznych- wady i zalety).</w:t>
            </w:r>
          </w:p>
        </w:tc>
      </w:tr>
      <w:tr w:rsidR="00816F6B" w:rsidRPr="009C54AE" w14:paraId="705A7F93" w14:textId="77777777" w:rsidTr="00B80F4C">
        <w:tc>
          <w:tcPr>
            <w:tcW w:w="9520" w:type="dxa"/>
          </w:tcPr>
          <w:p w14:paraId="2FDA9A34" w14:textId="55C45AEC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Procedury i przepisy prawne. Patologie w życiu rodzinnym. Postępowanie karne.</w:t>
            </w:r>
            <w:r w:rsidR="0042624A">
              <w:rPr>
                <w:rFonts w:ascii="Corbel" w:hAnsi="Corbel"/>
                <w:sz w:val="24"/>
                <w:szCs w:val="24"/>
              </w:rPr>
              <w:t xml:space="preserve"> </w:t>
            </w:r>
            <w:r w:rsidR="0042624A" w:rsidRPr="0042624A">
              <w:rPr>
                <w:rFonts w:ascii="Corbel" w:hAnsi="Corbel"/>
                <w:sz w:val="24"/>
                <w:szCs w:val="24"/>
              </w:rPr>
              <w:t>Przykłady – projekt indywidualny studentów.</w:t>
            </w:r>
          </w:p>
        </w:tc>
      </w:tr>
      <w:tr w:rsidR="00816F6B" w:rsidRPr="009C54AE" w14:paraId="118DCC80" w14:textId="77777777" w:rsidTr="00B80F4C">
        <w:tc>
          <w:tcPr>
            <w:tcW w:w="9520" w:type="dxa"/>
          </w:tcPr>
          <w:p w14:paraId="5ACD5048" w14:textId="68E1067E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lastRenderedPageBreak/>
              <w:t xml:space="preserve">Mediator rodzinny, pracownik socjalny, nauczyciel. </w:t>
            </w:r>
            <w:r w:rsidR="0042624A" w:rsidRPr="0042624A">
              <w:rPr>
                <w:rFonts w:ascii="Corbel" w:hAnsi="Corbel"/>
                <w:sz w:val="24"/>
                <w:szCs w:val="24"/>
              </w:rPr>
              <w:t>Metody wychowawcze w rodzinie.</w:t>
            </w:r>
            <w:r w:rsidR="0042624A">
              <w:rPr>
                <w:rFonts w:ascii="Corbel" w:hAnsi="Corbel"/>
                <w:sz w:val="24"/>
                <w:szCs w:val="24"/>
              </w:rPr>
              <w:t xml:space="preserve"> </w:t>
            </w:r>
            <w:r w:rsidR="009F220F">
              <w:rPr>
                <w:rFonts w:ascii="Corbel" w:hAnsi="Corbel"/>
                <w:sz w:val="24"/>
                <w:szCs w:val="24"/>
              </w:rPr>
              <w:t>Argumentowanie i d</w:t>
            </w:r>
            <w:r w:rsidR="0042624A" w:rsidRPr="0042624A">
              <w:rPr>
                <w:rFonts w:ascii="Corbel" w:hAnsi="Corbel"/>
                <w:sz w:val="24"/>
                <w:szCs w:val="24"/>
              </w:rPr>
              <w:t>yskusja na forum grupy.</w:t>
            </w:r>
          </w:p>
        </w:tc>
      </w:tr>
      <w:tr w:rsidR="00816F6B" w:rsidRPr="009C54AE" w14:paraId="52BB5678" w14:textId="77777777" w:rsidTr="00B80F4C">
        <w:tc>
          <w:tcPr>
            <w:tcW w:w="9520" w:type="dxa"/>
          </w:tcPr>
          <w:p w14:paraId="6FC4248E" w14:textId="1BC30C28" w:rsidR="004775E0" w:rsidRPr="00816F6B" w:rsidRDefault="00816F6B" w:rsidP="004775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 xml:space="preserve">Wychowania do życia w rodzinie. </w:t>
            </w:r>
            <w:r w:rsidR="004775E0" w:rsidRPr="004775E0">
              <w:rPr>
                <w:rFonts w:ascii="Corbel" w:hAnsi="Corbel"/>
                <w:sz w:val="24"/>
                <w:szCs w:val="24"/>
              </w:rPr>
              <w:t>Sporządzanie notatek, przygotowanie dłuższej wypowiedzi pisemnej.</w:t>
            </w:r>
          </w:p>
        </w:tc>
      </w:tr>
      <w:tr w:rsidR="00816F6B" w:rsidRPr="009C54AE" w14:paraId="74C2DE4D" w14:textId="77777777" w:rsidTr="00B80F4C">
        <w:tc>
          <w:tcPr>
            <w:tcW w:w="9520" w:type="dxa"/>
          </w:tcPr>
          <w:p w14:paraId="01B76C50" w14:textId="24B62217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Profile psychologiczne – mężczyźni i kobiety. Różnice fizyczne i psychiczne, cechy charakteru.</w:t>
            </w:r>
            <w:r w:rsidR="0042624A">
              <w:rPr>
                <w:rFonts w:ascii="Corbel" w:hAnsi="Corbel"/>
                <w:sz w:val="24"/>
                <w:szCs w:val="24"/>
              </w:rPr>
              <w:t xml:space="preserve"> </w:t>
            </w:r>
            <w:r w:rsidR="0042624A" w:rsidRPr="0042624A">
              <w:rPr>
                <w:rFonts w:ascii="Corbel" w:hAnsi="Corbel"/>
                <w:sz w:val="24"/>
                <w:szCs w:val="24"/>
              </w:rPr>
              <w:t>Role społeczne związane z płcią człowieka.</w:t>
            </w:r>
            <w:r w:rsidR="0042624A">
              <w:rPr>
                <w:rFonts w:ascii="Corbel" w:hAnsi="Corbel"/>
                <w:sz w:val="24"/>
                <w:szCs w:val="24"/>
              </w:rPr>
              <w:t xml:space="preserve"> Praca z tekstem oryginalnym. Dyskusja. </w:t>
            </w:r>
          </w:p>
        </w:tc>
      </w:tr>
      <w:tr w:rsidR="00816F6B" w:rsidRPr="009C54AE" w14:paraId="6AB23C17" w14:textId="77777777" w:rsidTr="00B80F4C">
        <w:tc>
          <w:tcPr>
            <w:tcW w:w="9520" w:type="dxa"/>
          </w:tcPr>
          <w:p w14:paraId="02F7778E" w14:textId="43A0A1F3" w:rsidR="00816F6B" w:rsidRPr="00816F6B" w:rsidRDefault="0042624A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24A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42624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42624A">
              <w:rPr>
                <w:rFonts w:ascii="Corbel" w:hAnsi="Corbel"/>
                <w:sz w:val="24"/>
                <w:szCs w:val="24"/>
              </w:rPr>
              <w:t xml:space="preserve"> patologicznych, realizacji obowiązku szkolnego itp.).</w:t>
            </w:r>
            <w:r w:rsidR="009F220F">
              <w:rPr>
                <w:rFonts w:ascii="Corbel" w:hAnsi="Corbel"/>
                <w:sz w:val="24"/>
                <w:szCs w:val="24"/>
              </w:rPr>
              <w:t xml:space="preserve"> Translacja. </w:t>
            </w:r>
          </w:p>
        </w:tc>
      </w:tr>
      <w:tr w:rsidR="00816F6B" w:rsidRPr="009C54AE" w14:paraId="65577C03" w14:textId="77777777" w:rsidTr="00B80F4C">
        <w:tc>
          <w:tcPr>
            <w:tcW w:w="9520" w:type="dxa"/>
          </w:tcPr>
          <w:p w14:paraId="4035A714" w14:textId="7A4691BC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>Negocjacje, mediacje, udzielanie rad i pozwolenia, przeprowadzenie wywiadu rodzinnego.</w:t>
            </w:r>
            <w:r w:rsidR="009F220F">
              <w:rPr>
                <w:rFonts w:ascii="Corbel" w:hAnsi="Corbel"/>
                <w:sz w:val="24"/>
                <w:szCs w:val="24"/>
              </w:rPr>
              <w:t xml:space="preserve"> Przykłady opracowań naukowych. Dyskusja. </w:t>
            </w:r>
          </w:p>
        </w:tc>
      </w:tr>
      <w:tr w:rsidR="00816F6B" w:rsidRPr="009C54AE" w14:paraId="5A5A538D" w14:textId="77777777" w:rsidTr="00B80F4C">
        <w:tc>
          <w:tcPr>
            <w:tcW w:w="9520" w:type="dxa"/>
          </w:tcPr>
          <w:p w14:paraId="13CDD468" w14:textId="0051E125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 xml:space="preserve">Komunikacja interpersonalna i jej rola w życiu rodzinnym i społecznym. </w:t>
            </w:r>
            <w:r w:rsidR="009F220F">
              <w:rPr>
                <w:rFonts w:ascii="Corbel" w:hAnsi="Corbel"/>
                <w:sz w:val="24"/>
                <w:szCs w:val="24"/>
              </w:rPr>
              <w:t xml:space="preserve">Praca z materiałami oryginalnymi. </w:t>
            </w:r>
            <w:r w:rsidR="0042624A" w:rsidRPr="0042624A">
              <w:rPr>
                <w:rFonts w:ascii="Corbel" w:hAnsi="Corbel"/>
                <w:sz w:val="24"/>
                <w:szCs w:val="24"/>
              </w:rPr>
              <w:t>Dyskusja na forum grupy.</w:t>
            </w:r>
            <w:r w:rsidR="009F220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16F6B" w:rsidRPr="009C54AE" w14:paraId="7227123A" w14:textId="77777777" w:rsidTr="00B80F4C">
        <w:tc>
          <w:tcPr>
            <w:tcW w:w="9520" w:type="dxa"/>
          </w:tcPr>
          <w:p w14:paraId="158388E2" w14:textId="6037080E" w:rsidR="0042624A" w:rsidRPr="00816F6B" w:rsidRDefault="0042624A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24A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</w:tc>
      </w:tr>
      <w:tr w:rsidR="00816F6B" w:rsidRPr="009C54AE" w14:paraId="65FDAE12" w14:textId="77777777" w:rsidTr="00B80F4C">
        <w:tc>
          <w:tcPr>
            <w:tcW w:w="9520" w:type="dxa"/>
          </w:tcPr>
          <w:p w14:paraId="0E9ADC2F" w14:textId="3A3CE318" w:rsidR="009F220F" w:rsidRPr="00816F6B" w:rsidRDefault="0042624A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24A">
              <w:rPr>
                <w:rFonts w:ascii="Corbel" w:hAnsi="Corbel"/>
                <w:sz w:val="24"/>
                <w:szCs w:val="24"/>
              </w:rPr>
              <w:t>Praca metodą projektu (projekt w grupie, projekt indywidualny; argumentowanie, przykłady).</w:t>
            </w:r>
          </w:p>
        </w:tc>
      </w:tr>
      <w:tr w:rsidR="00816F6B" w:rsidRPr="009C54AE" w14:paraId="5EB32434" w14:textId="77777777" w:rsidTr="00B80F4C">
        <w:tc>
          <w:tcPr>
            <w:tcW w:w="9520" w:type="dxa"/>
          </w:tcPr>
          <w:p w14:paraId="5CE8813F" w14:textId="16D022F4" w:rsidR="00816F6B" w:rsidRPr="00816F6B" w:rsidRDefault="00816F6B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F6B">
              <w:rPr>
                <w:rFonts w:ascii="Corbel" w:hAnsi="Corbel"/>
                <w:sz w:val="24"/>
                <w:szCs w:val="24"/>
              </w:rPr>
              <w:t xml:space="preserve">Przygotowanie prac pisemnych (krótkie wiadomości, notatki, artykuł, streszczenie, list formalny, list motywacyjny, CV). </w:t>
            </w:r>
          </w:p>
        </w:tc>
      </w:tr>
      <w:tr w:rsidR="00816F6B" w:rsidRPr="009C54AE" w14:paraId="604C77B0" w14:textId="77777777" w:rsidTr="00B80F4C">
        <w:tc>
          <w:tcPr>
            <w:tcW w:w="9520" w:type="dxa"/>
          </w:tcPr>
          <w:p w14:paraId="017428C3" w14:textId="08006DA4" w:rsidR="00816F6B" w:rsidRPr="00816F6B" w:rsidRDefault="0042624A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24A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</w:t>
            </w:r>
            <w:r w:rsidR="004775E0">
              <w:t xml:space="preserve"> </w:t>
            </w:r>
            <w:r w:rsidR="004775E0" w:rsidRPr="004775E0">
              <w:rPr>
                <w:rFonts w:ascii="Corbel" w:hAnsi="Corbel"/>
                <w:sz w:val="24"/>
                <w:szCs w:val="24"/>
              </w:rPr>
              <w:t>(przykłady poprawnego wykonania prezentacji ze strony e-dydaktyka).</w:t>
            </w:r>
          </w:p>
        </w:tc>
      </w:tr>
      <w:tr w:rsidR="009F220F" w:rsidRPr="009C54AE" w14:paraId="1A06713D" w14:textId="77777777" w:rsidTr="00B80F4C">
        <w:tc>
          <w:tcPr>
            <w:tcW w:w="9520" w:type="dxa"/>
          </w:tcPr>
          <w:p w14:paraId="1B54A9E5" w14:textId="435AEA4A" w:rsidR="009F220F" w:rsidRPr="0042624A" w:rsidRDefault="009F220F" w:rsidP="00816F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20F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D7354" w14:textId="5DB96DE7" w:rsidR="0085747A" w:rsidRPr="001B54AA" w:rsidRDefault="001B54A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1B54AA">
        <w:rPr>
          <w:rFonts w:ascii="Corbel" w:hAnsi="Corbel"/>
          <w:b w:val="0"/>
          <w:iCs/>
          <w:smallCaps w:val="0"/>
          <w:szCs w:val="24"/>
        </w:rPr>
        <w:t>Ćwiczenia: analiza i interpretacja tekstów (słuchanych i pisanych) z dyskusją, metoda projektów, praca w parach i grupach (rozwiązywanie zadań, dyskusja), rozwiązywanie zadań i testów, prezentacja multimedialna, gry dydaktyczne, odgrywanie ról, tworzenie wypowiedzi pisemnych.</w:t>
      </w:r>
    </w:p>
    <w:p w14:paraId="2DBA0DD6" w14:textId="77777777" w:rsidR="001B54AA" w:rsidRPr="009C54AE" w:rsidRDefault="001B54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8931C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31C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8931C3" w:rsidRDefault="00F974DA" w:rsidP="007564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31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8931C3" w:rsidRDefault="009F4610" w:rsidP="007564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31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931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8931C3" w:rsidRDefault="0085747A" w:rsidP="007564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31C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8931C3" w:rsidRDefault="0085747A" w:rsidP="007564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31C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31C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931C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77777777" w:rsidR="0085747A" w:rsidRPr="008931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31C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931C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8D6FABB" w14:textId="03753F80" w:rsidR="0085747A" w:rsidRPr="008931C3" w:rsidRDefault="004048BE" w:rsidP="00A82E0E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Sprawdzian pisemny, </w:t>
            </w:r>
            <w:r w:rsidR="00640077" w:rsidRPr="008931C3">
              <w:rPr>
                <w:rFonts w:ascii="Corbel" w:hAnsi="Corbel"/>
                <w:sz w:val="24"/>
                <w:szCs w:val="24"/>
              </w:rPr>
              <w:t>wypowiedź pisemna</w:t>
            </w:r>
          </w:p>
        </w:tc>
        <w:tc>
          <w:tcPr>
            <w:tcW w:w="2126" w:type="dxa"/>
          </w:tcPr>
          <w:p w14:paraId="2A5DA44A" w14:textId="70CA3D64" w:rsidR="0085747A" w:rsidRPr="004048BE" w:rsidRDefault="008931C3" w:rsidP="004048BE">
            <w:pPr>
              <w:rPr>
                <w:rFonts w:ascii="Corbel" w:hAnsi="Corbel"/>
                <w:b/>
              </w:rPr>
            </w:pPr>
            <w:r w:rsidRPr="004048BE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8931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31C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F576749" w14:textId="77777777" w:rsidR="004048BE" w:rsidRPr="004048BE" w:rsidRDefault="004048BE" w:rsidP="004048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48BE">
              <w:rPr>
                <w:rFonts w:ascii="Corbel" w:hAnsi="Corbel"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596DFFF8" w14:textId="6722453E" w:rsidR="0085747A" w:rsidRPr="008931C3" w:rsidRDefault="004048BE" w:rsidP="004048B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048BE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C01ACED" w14:textId="750D064E" w:rsidR="0085747A" w:rsidRPr="004048BE" w:rsidRDefault="003032AB" w:rsidP="004048BE">
            <w:pPr>
              <w:rPr>
                <w:rFonts w:ascii="Corbel" w:hAnsi="Corbel"/>
                <w:b/>
              </w:rPr>
            </w:pPr>
            <w:r w:rsidRPr="004048BE">
              <w:rPr>
                <w:rFonts w:ascii="Corbel" w:hAnsi="Corbel"/>
              </w:rPr>
              <w:t>ćwiczenia</w:t>
            </w:r>
          </w:p>
        </w:tc>
      </w:tr>
      <w:tr w:rsidR="00640077" w:rsidRPr="009C54AE" w14:paraId="61E630BB" w14:textId="77777777" w:rsidTr="00C05F44">
        <w:tc>
          <w:tcPr>
            <w:tcW w:w="1985" w:type="dxa"/>
          </w:tcPr>
          <w:p w14:paraId="2399AE9D" w14:textId="7C006FE7" w:rsidR="00640077" w:rsidRPr="008931C3" w:rsidRDefault="0064007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31C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9CC9167" w14:textId="2FAFC2B7" w:rsidR="00640077" w:rsidRPr="008931C3" w:rsidRDefault="00797728" w:rsidP="00BE44EF">
            <w:pPr>
              <w:rPr>
                <w:rFonts w:ascii="Corbel" w:hAnsi="Corbel"/>
                <w:sz w:val="24"/>
                <w:szCs w:val="24"/>
              </w:rPr>
            </w:pPr>
            <w:r w:rsidRPr="008931C3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26" w:type="dxa"/>
          </w:tcPr>
          <w:p w14:paraId="17F30A7E" w14:textId="15F61911" w:rsidR="00640077" w:rsidRPr="004048BE" w:rsidRDefault="00640077" w:rsidP="004048BE">
            <w:pPr>
              <w:rPr>
                <w:rFonts w:ascii="Corbel" w:hAnsi="Corbel"/>
                <w:b/>
              </w:rPr>
            </w:pPr>
            <w:r w:rsidRPr="004048BE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36B8DE" w14:textId="77777777" w:rsidTr="00923D7D">
        <w:tc>
          <w:tcPr>
            <w:tcW w:w="9670" w:type="dxa"/>
          </w:tcPr>
          <w:p w14:paraId="5F18F1B9" w14:textId="77777777" w:rsidR="00797728" w:rsidRPr="008931C3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31C3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8931C3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797728" w:rsidRPr="008931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31C3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</w:t>
            </w:r>
            <w:r w:rsidRPr="008931C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prac pisemnych i uzyskanie pozytywnej oceny</w:t>
            </w:r>
            <w:r w:rsidR="00797728" w:rsidRPr="008931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31C3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25C24C46" w14:textId="3A0EA692" w:rsidR="00C5372F" w:rsidRPr="008931C3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31C3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8931C3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32D9DA" w14:textId="77777777" w:rsidR="004048BE" w:rsidRPr="004048BE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48BE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14DC4129" w14:textId="77777777" w:rsidR="004048BE" w:rsidRPr="004048BE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48BE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60BC87E0" w14:textId="77777777" w:rsidR="004048BE" w:rsidRPr="004048BE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48BE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3BB58F3E" w14:textId="77777777" w:rsidR="004048BE" w:rsidRPr="004048BE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450275" w14:textId="77777777" w:rsidR="004048BE" w:rsidRPr="004048BE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48BE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57C208A" w14:textId="77777777" w:rsidR="004048BE" w:rsidRPr="004048BE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48BE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15F92667" w14:textId="77777777" w:rsidR="004048BE" w:rsidRPr="004048BE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48BE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1242EFD9" w14:textId="77777777" w:rsidR="004048BE" w:rsidRPr="004048BE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F814AD" w14:textId="77777777" w:rsidR="004048BE" w:rsidRPr="004048BE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48BE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6CA7AAA3" w14:textId="06692645" w:rsidR="00C5372F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48BE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0AEDEB47" w14:textId="77777777" w:rsidR="004048BE" w:rsidRPr="008931C3" w:rsidRDefault="004048BE" w:rsidP="004048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Pr="008931C3" w:rsidRDefault="003032AB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31C3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9C54AE" w:rsidRDefault="00E066F7" w:rsidP="00A82E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264914D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43259F53" w:rsidR="00C61DC5" w:rsidRPr="009C54AE" w:rsidRDefault="00797728" w:rsidP="00A82E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39D0720A" w:rsidR="00C61DC5" w:rsidRPr="009C54AE" w:rsidRDefault="00FD52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27F">
              <w:rPr>
                <w:rFonts w:ascii="Corbel" w:hAnsi="Corbel"/>
                <w:sz w:val="24"/>
                <w:szCs w:val="24"/>
              </w:rPr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6B1FDC93" w:rsidR="00C61DC5" w:rsidRPr="009C54AE" w:rsidRDefault="00E066F7" w:rsidP="00A82E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3071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B68477F" w:rsidR="0085747A" w:rsidRPr="009C54AE" w:rsidRDefault="00E066F7" w:rsidP="00A82E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0A6F8CE2" w:rsidR="0085747A" w:rsidRPr="009C54AE" w:rsidRDefault="00E066F7" w:rsidP="00A82E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C558A" w14:paraId="000D405A" w14:textId="77777777" w:rsidTr="0071620A">
        <w:trPr>
          <w:trHeight w:val="397"/>
        </w:trPr>
        <w:tc>
          <w:tcPr>
            <w:tcW w:w="7513" w:type="dxa"/>
          </w:tcPr>
          <w:p w14:paraId="4985136D" w14:textId="3EBD91EF" w:rsidR="00AC558A" w:rsidRPr="008D2865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0FABF69E" w14:textId="09946228" w:rsidR="00EE4CA9" w:rsidRDefault="00E066F7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="00780FE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="00780FE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 w:rsidR="00780FE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 w:rsidR="00780FE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</w:t>
            </w:r>
            <w:r w:rsidR="00780FED"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third edition, upper-intermediate</w:t>
            </w:r>
            <w:r w:rsid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2BAEB8E2" w14:textId="1C865454" w:rsidR="00EE4CA9" w:rsidRDefault="00AC558A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79D31F51" w14:textId="685DCC0B" w:rsidR="00EE4CA9" w:rsidRPr="00AC558A" w:rsidRDefault="00AC558A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5713CA21" w14:textId="3FB8F77D" w:rsidR="00AC558A" w:rsidRPr="00AC558A" w:rsidRDefault="00AC558A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7366EDC6" w:rsidR="00756481" w:rsidRPr="00AC558A" w:rsidRDefault="00756481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5507D5AF" w14:textId="7537AD6A" w:rsidR="00EE4CA9" w:rsidRPr="008D28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15166102" w14:textId="71699E4E" w:rsidR="004048BE" w:rsidRDefault="00780FE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lastRenderedPageBreak/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</w:t>
            </w:r>
            <w:r w:rsidR="00FA1DF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="00E066F7"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="002541C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="002541C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3D2E652B" w14:textId="7BEB0E25" w:rsidR="00EE4CA9" w:rsidRDefault="004048B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Hewings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74635F79" w14:textId="038A8C5E" w:rsidR="00EE4CA9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29BA1A92" w14:textId="4FD5AC68" w:rsidR="00AC558A" w:rsidRPr="00AC558A" w:rsidRDefault="00AC55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50905015" w14:textId="70723493" w:rsidR="00756481" w:rsidRPr="00AC558A" w:rsidRDefault="00AC55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09711F56" w:rsidR="00FA1DF4" w:rsidRPr="00AC558A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AC558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AC558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F79F5" w14:textId="77777777" w:rsidR="00B86DE7" w:rsidRDefault="00B86DE7" w:rsidP="00C16ABF">
      <w:pPr>
        <w:spacing w:after="0" w:line="240" w:lineRule="auto"/>
      </w:pPr>
      <w:r>
        <w:separator/>
      </w:r>
    </w:p>
  </w:endnote>
  <w:endnote w:type="continuationSeparator" w:id="0">
    <w:p w14:paraId="47B10D0A" w14:textId="77777777" w:rsidR="00B86DE7" w:rsidRDefault="00B86D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74091" w14:textId="77777777" w:rsidR="00B86DE7" w:rsidRDefault="00B86DE7" w:rsidP="00C16ABF">
      <w:pPr>
        <w:spacing w:after="0" w:line="240" w:lineRule="auto"/>
      </w:pPr>
      <w:r>
        <w:separator/>
      </w:r>
    </w:p>
  </w:footnote>
  <w:footnote w:type="continuationSeparator" w:id="0">
    <w:p w14:paraId="31F4201A" w14:textId="77777777" w:rsidR="00B86DE7" w:rsidRDefault="00B86DE7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91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82D93"/>
    <w:rsid w:val="00192F37"/>
    <w:rsid w:val="001A70D2"/>
    <w:rsid w:val="001B1FEB"/>
    <w:rsid w:val="001B54A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1C3"/>
    <w:rsid w:val="00254E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95F"/>
    <w:rsid w:val="0030488B"/>
    <w:rsid w:val="00305C92"/>
    <w:rsid w:val="003075E0"/>
    <w:rsid w:val="003151C5"/>
    <w:rsid w:val="00321C54"/>
    <w:rsid w:val="003343CF"/>
    <w:rsid w:val="003417A9"/>
    <w:rsid w:val="00346FE9"/>
    <w:rsid w:val="0034759A"/>
    <w:rsid w:val="003501AA"/>
    <w:rsid w:val="003503F6"/>
    <w:rsid w:val="003530DD"/>
    <w:rsid w:val="00363F78"/>
    <w:rsid w:val="003A0A5B"/>
    <w:rsid w:val="003A1176"/>
    <w:rsid w:val="003A3059"/>
    <w:rsid w:val="003C0BAE"/>
    <w:rsid w:val="003C5F68"/>
    <w:rsid w:val="003D18A9"/>
    <w:rsid w:val="003D6CE2"/>
    <w:rsid w:val="003E1941"/>
    <w:rsid w:val="003E2FE6"/>
    <w:rsid w:val="003E49D5"/>
    <w:rsid w:val="003F205D"/>
    <w:rsid w:val="003F38C0"/>
    <w:rsid w:val="004048BE"/>
    <w:rsid w:val="00414E3C"/>
    <w:rsid w:val="0042244A"/>
    <w:rsid w:val="0042624A"/>
    <w:rsid w:val="0042745A"/>
    <w:rsid w:val="00431D5C"/>
    <w:rsid w:val="004362C6"/>
    <w:rsid w:val="00437FA2"/>
    <w:rsid w:val="00445970"/>
    <w:rsid w:val="00461EFC"/>
    <w:rsid w:val="0046364C"/>
    <w:rsid w:val="004652C2"/>
    <w:rsid w:val="004706D1"/>
    <w:rsid w:val="00471326"/>
    <w:rsid w:val="0047598D"/>
    <w:rsid w:val="004775E0"/>
    <w:rsid w:val="004840FD"/>
    <w:rsid w:val="00490F7D"/>
    <w:rsid w:val="00491678"/>
    <w:rsid w:val="00494B15"/>
    <w:rsid w:val="004968E2"/>
    <w:rsid w:val="004A3EEA"/>
    <w:rsid w:val="004A4D1F"/>
    <w:rsid w:val="004D5282"/>
    <w:rsid w:val="004F1551"/>
    <w:rsid w:val="004F55A3"/>
    <w:rsid w:val="004F69A1"/>
    <w:rsid w:val="0050496F"/>
    <w:rsid w:val="00513B6F"/>
    <w:rsid w:val="00517C63"/>
    <w:rsid w:val="005363C4"/>
    <w:rsid w:val="00536BDE"/>
    <w:rsid w:val="00543ACC"/>
    <w:rsid w:val="00561880"/>
    <w:rsid w:val="0056696D"/>
    <w:rsid w:val="005759F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077"/>
    <w:rsid w:val="00647FA8"/>
    <w:rsid w:val="00650C5F"/>
    <w:rsid w:val="00654934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481"/>
    <w:rsid w:val="00763BF1"/>
    <w:rsid w:val="00764893"/>
    <w:rsid w:val="00766FD4"/>
    <w:rsid w:val="007776A1"/>
    <w:rsid w:val="00780FED"/>
    <w:rsid w:val="0078168C"/>
    <w:rsid w:val="00787C2A"/>
    <w:rsid w:val="007901DF"/>
    <w:rsid w:val="00790E27"/>
    <w:rsid w:val="0079240A"/>
    <w:rsid w:val="00797728"/>
    <w:rsid w:val="007A4022"/>
    <w:rsid w:val="007A6E6E"/>
    <w:rsid w:val="007C3299"/>
    <w:rsid w:val="007C3BCC"/>
    <w:rsid w:val="007C4546"/>
    <w:rsid w:val="007D1504"/>
    <w:rsid w:val="007D6E56"/>
    <w:rsid w:val="007F4155"/>
    <w:rsid w:val="007F60D3"/>
    <w:rsid w:val="0081554D"/>
    <w:rsid w:val="00816F6B"/>
    <w:rsid w:val="0081707E"/>
    <w:rsid w:val="0084326D"/>
    <w:rsid w:val="008449B3"/>
    <w:rsid w:val="008552A2"/>
    <w:rsid w:val="0085747A"/>
    <w:rsid w:val="00872D6C"/>
    <w:rsid w:val="00884922"/>
    <w:rsid w:val="00885F64"/>
    <w:rsid w:val="008917F9"/>
    <w:rsid w:val="008931C3"/>
    <w:rsid w:val="0089514D"/>
    <w:rsid w:val="008A45F7"/>
    <w:rsid w:val="008C003B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3480"/>
    <w:rsid w:val="008F6E29"/>
    <w:rsid w:val="00911C60"/>
    <w:rsid w:val="00916188"/>
    <w:rsid w:val="00921607"/>
    <w:rsid w:val="00923D7D"/>
    <w:rsid w:val="00932C9C"/>
    <w:rsid w:val="00937312"/>
    <w:rsid w:val="009444D8"/>
    <w:rsid w:val="009508DF"/>
    <w:rsid w:val="00950DAC"/>
    <w:rsid w:val="00954A07"/>
    <w:rsid w:val="00997F14"/>
    <w:rsid w:val="009A466B"/>
    <w:rsid w:val="009A78D9"/>
    <w:rsid w:val="009C3D56"/>
    <w:rsid w:val="009C3E31"/>
    <w:rsid w:val="009C54AE"/>
    <w:rsid w:val="009C788E"/>
    <w:rsid w:val="009D3F3B"/>
    <w:rsid w:val="009E0543"/>
    <w:rsid w:val="009E169B"/>
    <w:rsid w:val="009E3B41"/>
    <w:rsid w:val="009F220F"/>
    <w:rsid w:val="009F3C5C"/>
    <w:rsid w:val="009F4610"/>
    <w:rsid w:val="00A00ECC"/>
    <w:rsid w:val="00A155EE"/>
    <w:rsid w:val="00A2245B"/>
    <w:rsid w:val="00A23AA7"/>
    <w:rsid w:val="00A30110"/>
    <w:rsid w:val="00A36899"/>
    <w:rsid w:val="00A371F6"/>
    <w:rsid w:val="00A43BF6"/>
    <w:rsid w:val="00A53FA5"/>
    <w:rsid w:val="00A54817"/>
    <w:rsid w:val="00A601C8"/>
    <w:rsid w:val="00A60799"/>
    <w:rsid w:val="00A81E05"/>
    <w:rsid w:val="00A82E0E"/>
    <w:rsid w:val="00A84C85"/>
    <w:rsid w:val="00A97DE1"/>
    <w:rsid w:val="00AA08D1"/>
    <w:rsid w:val="00AA4F70"/>
    <w:rsid w:val="00AB053C"/>
    <w:rsid w:val="00AC2FD0"/>
    <w:rsid w:val="00AC558A"/>
    <w:rsid w:val="00AD1146"/>
    <w:rsid w:val="00AD27D3"/>
    <w:rsid w:val="00AD66D6"/>
    <w:rsid w:val="00AE1160"/>
    <w:rsid w:val="00AE203C"/>
    <w:rsid w:val="00AE2E74"/>
    <w:rsid w:val="00AE5FCB"/>
    <w:rsid w:val="00AE603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DE7"/>
    <w:rsid w:val="00B90885"/>
    <w:rsid w:val="00BB520A"/>
    <w:rsid w:val="00BD3869"/>
    <w:rsid w:val="00BD66E9"/>
    <w:rsid w:val="00BD6FF4"/>
    <w:rsid w:val="00BE0272"/>
    <w:rsid w:val="00BE292B"/>
    <w:rsid w:val="00BE44EF"/>
    <w:rsid w:val="00BE759A"/>
    <w:rsid w:val="00BF2C41"/>
    <w:rsid w:val="00C058B4"/>
    <w:rsid w:val="00C05F44"/>
    <w:rsid w:val="00C131B5"/>
    <w:rsid w:val="00C16ABF"/>
    <w:rsid w:val="00C170AE"/>
    <w:rsid w:val="00C26CB7"/>
    <w:rsid w:val="00C3071B"/>
    <w:rsid w:val="00C324C1"/>
    <w:rsid w:val="00C3331A"/>
    <w:rsid w:val="00C36992"/>
    <w:rsid w:val="00C52F15"/>
    <w:rsid w:val="00C533A0"/>
    <w:rsid w:val="00C5372F"/>
    <w:rsid w:val="00C56036"/>
    <w:rsid w:val="00C603F1"/>
    <w:rsid w:val="00C61DC5"/>
    <w:rsid w:val="00C67E92"/>
    <w:rsid w:val="00C70A26"/>
    <w:rsid w:val="00C766DF"/>
    <w:rsid w:val="00C92093"/>
    <w:rsid w:val="00C94B98"/>
    <w:rsid w:val="00CA2B96"/>
    <w:rsid w:val="00CA5089"/>
    <w:rsid w:val="00CD6897"/>
    <w:rsid w:val="00CE186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7E73"/>
    <w:rsid w:val="00DC24BF"/>
    <w:rsid w:val="00DC5E03"/>
    <w:rsid w:val="00DE09C0"/>
    <w:rsid w:val="00DE4A14"/>
    <w:rsid w:val="00DF320D"/>
    <w:rsid w:val="00DF71C8"/>
    <w:rsid w:val="00E066F7"/>
    <w:rsid w:val="00E07425"/>
    <w:rsid w:val="00E129B8"/>
    <w:rsid w:val="00E16A24"/>
    <w:rsid w:val="00E21E7D"/>
    <w:rsid w:val="00E22FBC"/>
    <w:rsid w:val="00E24BF5"/>
    <w:rsid w:val="00E25338"/>
    <w:rsid w:val="00E51E44"/>
    <w:rsid w:val="00E63348"/>
    <w:rsid w:val="00E73B15"/>
    <w:rsid w:val="00E742AA"/>
    <w:rsid w:val="00E77E88"/>
    <w:rsid w:val="00E8107D"/>
    <w:rsid w:val="00E90C5A"/>
    <w:rsid w:val="00E960BB"/>
    <w:rsid w:val="00EA2074"/>
    <w:rsid w:val="00EA4832"/>
    <w:rsid w:val="00EA4E9D"/>
    <w:rsid w:val="00EC4899"/>
    <w:rsid w:val="00ED03AB"/>
    <w:rsid w:val="00ED32D2"/>
    <w:rsid w:val="00EE32DE"/>
    <w:rsid w:val="00EE4CA9"/>
    <w:rsid w:val="00EE5457"/>
    <w:rsid w:val="00F0138A"/>
    <w:rsid w:val="00F070AB"/>
    <w:rsid w:val="00F12479"/>
    <w:rsid w:val="00F13DBA"/>
    <w:rsid w:val="00F17567"/>
    <w:rsid w:val="00F20571"/>
    <w:rsid w:val="00F27A7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527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367A11C6-567C-4A0E-A449-C94D00DF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C9C0B-C558-4F05-89DB-E48F2DD64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1882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9</cp:revision>
  <cp:lastPrinted>2019-02-06T12:12:00Z</cp:lastPrinted>
  <dcterms:created xsi:type="dcterms:W3CDTF">2021-01-11T14:32:00Z</dcterms:created>
  <dcterms:modified xsi:type="dcterms:W3CDTF">2022-02-23T12:25:00Z</dcterms:modified>
</cp:coreProperties>
</file>